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3E9B4" w14:textId="6948525F" w:rsidR="001D645B" w:rsidRPr="00C44FB4" w:rsidRDefault="00C44FB4">
      <w:pPr>
        <w:rPr>
          <w:rFonts w:ascii="Arial" w:hAnsi="Arial" w:cs="Arial"/>
          <w:b/>
          <w:sz w:val="32"/>
        </w:rPr>
      </w:pPr>
      <w:r w:rsidRPr="00C44FB4">
        <w:rPr>
          <w:rFonts w:ascii="Arial" w:hAnsi="Arial" w:cs="Arial"/>
          <w:b/>
          <w:sz w:val="32"/>
        </w:rPr>
        <w:t>Exercice sur les multiples</w:t>
      </w:r>
    </w:p>
    <w:tbl>
      <w:tblPr>
        <w:tblW w:w="7626" w:type="dxa"/>
        <w:tblLook w:val="04A0" w:firstRow="1" w:lastRow="0" w:firstColumn="1" w:lastColumn="0" w:noHBand="0" w:noVBand="1"/>
      </w:tblPr>
      <w:tblGrid>
        <w:gridCol w:w="7626"/>
      </w:tblGrid>
      <w:tr w:rsidR="00C44FB4" w:rsidRPr="004E342D" w14:paraId="30AEC27E" w14:textId="77777777" w:rsidTr="00C44FB4">
        <w:trPr>
          <w:trHeight w:val="3432"/>
        </w:trPr>
        <w:tc>
          <w:tcPr>
            <w:tcW w:w="7626" w:type="dxa"/>
            <w:shd w:val="clear" w:color="auto" w:fill="auto"/>
          </w:tcPr>
          <w:p w14:paraId="034969A0" w14:textId="184A7529" w:rsidR="000369E7" w:rsidRPr="000369E7" w:rsidRDefault="00C44FB4" w:rsidP="00C44FB4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Un bûcheron a numéroté les arbres de 1 à 100.Il décide d’abattre des arbres.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Afin de choisir quels arbres il doit abattre, il entoure le 1, il passe au nombre suivant.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C'est 2, il l'entoure et il </w:t>
            </w:r>
            <w:r w:rsidR="009F0721" w:rsidRPr="005A7112">
              <w:rPr>
                <w:rFonts w:ascii="Arial" w:eastAsia="Arial" w:hAnsi="Arial" w:cs="Arial"/>
                <w:color w:val="auto"/>
                <w:u w:val="single"/>
                <w:lang w:val="fr-FR"/>
              </w:rPr>
              <w:t>barre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tous les multiples de 2.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="005A7112">
              <w:rPr>
                <w:rFonts w:ascii="Arial" w:eastAsia="Arial" w:hAnsi="Arial" w:cs="Arial"/>
                <w:color w:val="auto"/>
                <w:lang w:val="fr-FR"/>
              </w:rPr>
              <w:t xml:space="preserve">Il l’a fait jusque 58. </w:t>
            </w:r>
            <w:r w:rsidR="000369E7"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</w:t>
            </w:r>
            <w:r w:rsidR="005A7112">
              <w:rPr>
                <w:rFonts w:ascii="Arial" w:eastAsia="Arial" w:hAnsi="Arial" w:cs="Arial"/>
                <w:b/>
                <w:color w:val="auto"/>
                <w:lang w:val="fr-FR"/>
              </w:rPr>
              <w:t>in</w:t>
            </w:r>
            <w:r w:rsidR="000369E7"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is-le sur le tableau.</w:t>
            </w:r>
          </w:p>
          <w:p w14:paraId="3265D154" w14:textId="6E1FA504" w:rsidR="000369E7" w:rsidRDefault="00C44FB4" w:rsidP="00C44FB4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Il passe a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lors à 3 :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il l'entoure et il </w:t>
            </w:r>
            <w:r w:rsidR="009F0721">
              <w:rPr>
                <w:rFonts w:ascii="Arial" w:eastAsia="Arial" w:hAnsi="Arial" w:cs="Arial"/>
                <w:color w:val="auto"/>
                <w:lang w:val="fr-FR"/>
              </w:rPr>
              <w:t>barre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tous les multiples de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3.</w:t>
            </w:r>
          </w:p>
          <w:p w14:paraId="071C51D2" w14:textId="77777777" w:rsidR="000369E7" w:rsidRPr="000369E7" w:rsidRDefault="000369E7" w:rsidP="000369E7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14:paraId="647BA8A6" w14:textId="19BE9727" w:rsidR="00C44FB4" w:rsidRDefault="00C44FB4" w:rsidP="00C44FB4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Il passe au nombre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après 3 qui n’est pas encore entouré</w:t>
            </w:r>
            <w:r w:rsidR="005A7112">
              <w:rPr>
                <w:rFonts w:ascii="Arial" w:eastAsia="Arial" w:hAnsi="Arial" w:cs="Arial"/>
                <w:color w:val="auto"/>
                <w:lang w:val="fr-FR"/>
              </w:rPr>
              <w:t xml:space="preserve"> ou barré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, il l'entoure et il </w:t>
            </w:r>
            <w:r w:rsidR="009F0721">
              <w:rPr>
                <w:rFonts w:ascii="Arial" w:eastAsia="Arial" w:hAnsi="Arial" w:cs="Arial"/>
                <w:color w:val="auto"/>
                <w:lang w:val="fr-FR"/>
              </w:rPr>
              <w:t>barr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e tous ses multiples et ainsi de suite jusqu'à ce que tous les nombres soient </w:t>
            </w:r>
            <w:r w:rsidR="009F0721">
              <w:rPr>
                <w:rFonts w:ascii="Arial" w:eastAsia="Arial" w:hAnsi="Arial" w:cs="Arial"/>
                <w:color w:val="auto"/>
                <w:lang w:val="fr-FR"/>
              </w:rPr>
              <w:t xml:space="preserve">barrés ou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entourés.</w:t>
            </w:r>
          </w:p>
          <w:p w14:paraId="7701CD74" w14:textId="77777777" w:rsidR="000369E7" w:rsidRPr="000369E7" w:rsidRDefault="000369E7" w:rsidP="000369E7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14:paraId="1B33E396" w14:textId="6B529788" w:rsidR="00C44FB4" w:rsidRPr="000369E7" w:rsidRDefault="000369E7" w:rsidP="00C44FB4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 xml:space="preserve">Combien </w:t>
            </w:r>
            <w:r w:rsidR="009F0721">
              <w:rPr>
                <w:rFonts w:ascii="Arial" w:eastAsia="Arial" w:hAnsi="Arial" w:cs="Arial"/>
                <w:b/>
                <w:color w:val="auto"/>
                <w:lang w:val="fr-FR"/>
              </w:rPr>
              <w:t>y a-t-il de nombres qui ont été entourés</w:t>
            </w: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 ?</w:t>
            </w:r>
          </w:p>
        </w:tc>
      </w:tr>
    </w:tbl>
    <w:p w14:paraId="3B681CD0" w14:textId="66F55A7D" w:rsidR="00C44FB4" w:rsidRDefault="005A7112">
      <w:pPr>
        <w:rPr>
          <w:rFonts w:cs="Calibri"/>
          <w:noProof/>
          <w:lang w:eastAsia="fr-FR"/>
        </w:rPr>
      </w:pP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A094DB" wp14:editId="5EF6C9A1">
                <wp:simplePos x="0" y="0"/>
                <wp:positionH relativeFrom="column">
                  <wp:posOffset>2536825</wp:posOffset>
                </wp:positionH>
                <wp:positionV relativeFrom="paragraph">
                  <wp:posOffset>1619250</wp:posOffset>
                </wp:positionV>
                <wp:extent cx="285750" cy="297180"/>
                <wp:effectExtent l="0" t="0" r="19050" b="2667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D1F106" id="Connecteur droit 35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5pt,127.5pt" to="222.25pt,1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FF4540C" wp14:editId="3CA214E8">
                <wp:simplePos x="0" y="0"/>
                <wp:positionH relativeFrom="column">
                  <wp:posOffset>1917700</wp:posOffset>
                </wp:positionH>
                <wp:positionV relativeFrom="paragraph">
                  <wp:posOffset>1600200</wp:posOffset>
                </wp:positionV>
                <wp:extent cx="285750" cy="297180"/>
                <wp:effectExtent l="0" t="0" r="19050" b="2667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2B5783" id="Connecteur droit 34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126pt" to="173.5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FE30C6" wp14:editId="3108E5F1">
                <wp:simplePos x="0" y="0"/>
                <wp:positionH relativeFrom="column">
                  <wp:posOffset>1291590</wp:posOffset>
                </wp:positionH>
                <wp:positionV relativeFrom="paragraph">
                  <wp:posOffset>1610360</wp:posOffset>
                </wp:positionV>
                <wp:extent cx="285750" cy="297180"/>
                <wp:effectExtent l="0" t="0" r="19050" b="2667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D039B" id="Connecteur droit 33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126.8pt" to="124.2pt,1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CD5801" wp14:editId="3D6A2A57">
                <wp:simplePos x="0" y="0"/>
                <wp:positionH relativeFrom="column">
                  <wp:posOffset>674370</wp:posOffset>
                </wp:positionH>
                <wp:positionV relativeFrom="paragraph">
                  <wp:posOffset>1614805</wp:posOffset>
                </wp:positionV>
                <wp:extent cx="285750" cy="297180"/>
                <wp:effectExtent l="0" t="0" r="19050" b="26670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DC754" id="Connecteur droit 32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pt,127.15pt" to="75.6pt,1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3616E2" wp14:editId="2CE712A4">
                <wp:simplePos x="0" y="0"/>
                <wp:positionH relativeFrom="column">
                  <wp:posOffset>55275</wp:posOffset>
                </wp:positionH>
                <wp:positionV relativeFrom="paragraph">
                  <wp:posOffset>1596288</wp:posOffset>
                </wp:positionV>
                <wp:extent cx="285750" cy="297180"/>
                <wp:effectExtent l="0" t="0" r="19050" b="2667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5A8CB" id="Connecteur droit 31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125.7pt" to="26.85pt,1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B4F7B7" wp14:editId="37C2D88C">
                <wp:simplePos x="0" y="0"/>
                <wp:positionH relativeFrom="column">
                  <wp:posOffset>47625</wp:posOffset>
                </wp:positionH>
                <wp:positionV relativeFrom="paragraph">
                  <wp:posOffset>1279525</wp:posOffset>
                </wp:positionV>
                <wp:extent cx="285750" cy="297180"/>
                <wp:effectExtent l="0" t="0" r="19050" b="2667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E27A2D" id="Connecteur droit 26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100.75pt" to="26.2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691516" wp14:editId="48FA4AD3">
                <wp:simplePos x="0" y="0"/>
                <wp:positionH relativeFrom="column">
                  <wp:posOffset>666750</wp:posOffset>
                </wp:positionH>
                <wp:positionV relativeFrom="paragraph">
                  <wp:posOffset>1298575</wp:posOffset>
                </wp:positionV>
                <wp:extent cx="285750" cy="297180"/>
                <wp:effectExtent l="0" t="0" r="19050" b="2667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B464C" id="Connecteur droit 27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102.25pt" to="75pt,1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EA9759" wp14:editId="451563EF">
                <wp:simplePos x="0" y="0"/>
                <wp:positionH relativeFrom="column">
                  <wp:posOffset>1283970</wp:posOffset>
                </wp:positionH>
                <wp:positionV relativeFrom="paragraph">
                  <wp:posOffset>1294130</wp:posOffset>
                </wp:positionV>
                <wp:extent cx="285750" cy="297180"/>
                <wp:effectExtent l="0" t="0" r="19050" b="2667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65CFA" id="Connecteur droit 28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1pt,101.9pt" to="123.6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B97E54" wp14:editId="60A79526">
                <wp:simplePos x="0" y="0"/>
                <wp:positionH relativeFrom="column">
                  <wp:posOffset>1910080</wp:posOffset>
                </wp:positionH>
                <wp:positionV relativeFrom="paragraph">
                  <wp:posOffset>1283970</wp:posOffset>
                </wp:positionV>
                <wp:extent cx="285750" cy="297180"/>
                <wp:effectExtent l="0" t="0" r="19050" b="2667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C52F87" id="Connecteur droit 29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pt,101.1pt" to="172.9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26CF50" wp14:editId="1811BE08">
                <wp:simplePos x="0" y="0"/>
                <wp:positionH relativeFrom="column">
                  <wp:posOffset>2529774</wp:posOffset>
                </wp:positionH>
                <wp:positionV relativeFrom="paragraph">
                  <wp:posOffset>1303616</wp:posOffset>
                </wp:positionV>
                <wp:extent cx="285750" cy="297180"/>
                <wp:effectExtent l="0" t="0" r="19050" b="2667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9293F9" id="Connecteur droit 30" o:spid="_x0000_s1026" style="position:absolute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102.65pt" to="221.7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763E5C" wp14:editId="7BB3E99B">
                <wp:simplePos x="0" y="0"/>
                <wp:positionH relativeFrom="column">
                  <wp:posOffset>46990</wp:posOffset>
                </wp:positionH>
                <wp:positionV relativeFrom="paragraph">
                  <wp:posOffset>969010</wp:posOffset>
                </wp:positionV>
                <wp:extent cx="285750" cy="297180"/>
                <wp:effectExtent l="0" t="0" r="19050" b="2667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2C28C" id="Connecteur droit 21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76.3pt" to="26.2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0284F3" wp14:editId="4015E20F">
                <wp:simplePos x="0" y="0"/>
                <wp:positionH relativeFrom="column">
                  <wp:posOffset>666115</wp:posOffset>
                </wp:positionH>
                <wp:positionV relativeFrom="paragraph">
                  <wp:posOffset>988060</wp:posOffset>
                </wp:positionV>
                <wp:extent cx="285750" cy="297180"/>
                <wp:effectExtent l="0" t="0" r="19050" b="2667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DC48F" id="Connecteur droit 22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77.8pt" to="74.95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A25DE9" wp14:editId="228E31F1">
                <wp:simplePos x="0" y="0"/>
                <wp:positionH relativeFrom="column">
                  <wp:posOffset>1283335</wp:posOffset>
                </wp:positionH>
                <wp:positionV relativeFrom="paragraph">
                  <wp:posOffset>983615</wp:posOffset>
                </wp:positionV>
                <wp:extent cx="285750" cy="297180"/>
                <wp:effectExtent l="0" t="0" r="19050" b="2667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56B81" id="Connecteur droit 23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05pt,77.45pt" to="123.55pt,1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0F12BC" wp14:editId="441EB1E2">
                <wp:simplePos x="0" y="0"/>
                <wp:positionH relativeFrom="column">
                  <wp:posOffset>1909445</wp:posOffset>
                </wp:positionH>
                <wp:positionV relativeFrom="paragraph">
                  <wp:posOffset>973455</wp:posOffset>
                </wp:positionV>
                <wp:extent cx="285750" cy="297180"/>
                <wp:effectExtent l="0" t="0" r="19050" b="2667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474BED" id="Connecteur droit 24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35pt,76.65pt" to="172.85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F7D138" wp14:editId="689B01F1">
                <wp:simplePos x="0" y="0"/>
                <wp:positionH relativeFrom="column">
                  <wp:posOffset>2529176</wp:posOffset>
                </wp:positionH>
                <wp:positionV relativeFrom="paragraph">
                  <wp:posOffset>992961</wp:posOffset>
                </wp:positionV>
                <wp:extent cx="285750" cy="297180"/>
                <wp:effectExtent l="0" t="0" r="19050" b="2667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690F4" id="Connecteur droit 25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15pt,78.2pt" to="221.65pt,1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433775" wp14:editId="1DA66866">
                <wp:simplePos x="0" y="0"/>
                <wp:positionH relativeFrom="column">
                  <wp:posOffset>42545</wp:posOffset>
                </wp:positionH>
                <wp:positionV relativeFrom="paragraph">
                  <wp:posOffset>662940</wp:posOffset>
                </wp:positionV>
                <wp:extent cx="285750" cy="297180"/>
                <wp:effectExtent l="0" t="0" r="19050" b="2667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F6738A" id="Connecteur droit 1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52.2pt" to="25.85pt,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ACC598" wp14:editId="13FFCF79">
                <wp:simplePos x="0" y="0"/>
                <wp:positionH relativeFrom="column">
                  <wp:posOffset>661670</wp:posOffset>
                </wp:positionH>
                <wp:positionV relativeFrom="paragraph">
                  <wp:posOffset>681990</wp:posOffset>
                </wp:positionV>
                <wp:extent cx="285750" cy="297180"/>
                <wp:effectExtent l="0" t="0" r="19050" b="2667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81F71" id="Connecteur droit 17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1pt,53.7pt" to="74.6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249E80" wp14:editId="57C71432">
                <wp:simplePos x="0" y="0"/>
                <wp:positionH relativeFrom="column">
                  <wp:posOffset>1278890</wp:posOffset>
                </wp:positionH>
                <wp:positionV relativeFrom="paragraph">
                  <wp:posOffset>677545</wp:posOffset>
                </wp:positionV>
                <wp:extent cx="285750" cy="297180"/>
                <wp:effectExtent l="0" t="0" r="19050" b="2667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94E4E" id="Connecteur droit 18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7pt,53.35pt" to="123.2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10B441" wp14:editId="0B5EA7B2">
                <wp:simplePos x="0" y="0"/>
                <wp:positionH relativeFrom="column">
                  <wp:posOffset>1905000</wp:posOffset>
                </wp:positionH>
                <wp:positionV relativeFrom="paragraph">
                  <wp:posOffset>667385</wp:posOffset>
                </wp:positionV>
                <wp:extent cx="285750" cy="297180"/>
                <wp:effectExtent l="0" t="0" r="19050" b="2667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6E9B0" id="Connecteur droit 19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pt,52.55pt" to="172.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A226A2" wp14:editId="49540FDC">
                <wp:simplePos x="0" y="0"/>
                <wp:positionH relativeFrom="column">
                  <wp:posOffset>2524703</wp:posOffset>
                </wp:positionH>
                <wp:positionV relativeFrom="paragraph">
                  <wp:posOffset>686584</wp:posOffset>
                </wp:positionV>
                <wp:extent cx="285750" cy="297180"/>
                <wp:effectExtent l="0" t="0" r="19050" b="2667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5B159B" id="Connecteur droit 20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8pt,54.05pt" to="221.3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ascii="Arial" w:eastAsia="Arial" w:hAnsi="Arial" w:cs="Arial"/>
          <w:b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0A531F" wp14:editId="38F14D9A">
                <wp:simplePos x="0" y="0"/>
                <wp:positionH relativeFrom="column">
                  <wp:posOffset>2536825</wp:posOffset>
                </wp:positionH>
                <wp:positionV relativeFrom="paragraph">
                  <wp:posOffset>365760</wp:posOffset>
                </wp:positionV>
                <wp:extent cx="285750" cy="297180"/>
                <wp:effectExtent l="0" t="0" r="19050" b="2667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96752" id="Connecteur droit 14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5pt,28.8pt" to="222.2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ascii="Arial" w:eastAsia="Arial" w:hAnsi="Arial" w:cs="Arial"/>
          <w:b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BC1A01" wp14:editId="1C3AEF41">
                <wp:simplePos x="0" y="0"/>
                <wp:positionH relativeFrom="column">
                  <wp:posOffset>1917962</wp:posOffset>
                </wp:positionH>
                <wp:positionV relativeFrom="paragraph">
                  <wp:posOffset>347275</wp:posOffset>
                </wp:positionV>
                <wp:extent cx="285750" cy="297180"/>
                <wp:effectExtent l="0" t="0" r="19050" b="2667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B26CC" id="Connecteur droit 13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27.35pt" to="173.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DF83BC" wp14:editId="1BF95014">
                <wp:simplePos x="0" y="0"/>
                <wp:positionH relativeFrom="column">
                  <wp:posOffset>1291590</wp:posOffset>
                </wp:positionH>
                <wp:positionV relativeFrom="paragraph">
                  <wp:posOffset>356870</wp:posOffset>
                </wp:positionV>
                <wp:extent cx="285750" cy="297180"/>
                <wp:effectExtent l="0" t="0" r="19050" b="2667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A6341B" id="Connecteur droit 12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28.1pt" to="124.2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5322AD" wp14:editId="4681E356">
                <wp:simplePos x="0" y="0"/>
                <wp:positionH relativeFrom="column">
                  <wp:posOffset>674370</wp:posOffset>
                </wp:positionH>
                <wp:positionV relativeFrom="paragraph">
                  <wp:posOffset>361315</wp:posOffset>
                </wp:positionV>
                <wp:extent cx="285750" cy="297180"/>
                <wp:effectExtent l="0" t="0" r="19050" b="2667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7C4B8" id="Connecteur droit 1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pt,28.45pt" to="75.6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77E808" wp14:editId="7FFB2C6F">
                <wp:simplePos x="0" y="0"/>
                <wp:positionH relativeFrom="column">
                  <wp:posOffset>55863</wp:posOffset>
                </wp:positionH>
                <wp:positionV relativeFrom="paragraph">
                  <wp:posOffset>342608</wp:posOffset>
                </wp:positionV>
                <wp:extent cx="285750" cy="297180"/>
                <wp:effectExtent l="0" t="0" r="19050" b="2667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A8E26" id="Connecteur droit 10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pt,27pt" to="26.9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" strokecolor="#0070c0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07FE56" wp14:editId="61E4A87E">
                <wp:simplePos x="0" y="0"/>
                <wp:positionH relativeFrom="column">
                  <wp:posOffset>2534995</wp:posOffset>
                </wp:positionH>
                <wp:positionV relativeFrom="paragraph">
                  <wp:posOffset>45891</wp:posOffset>
                </wp:positionV>
                <wp:extent cx="285750" cy="297180"/>
                <wp:effectExtent l="0" t="0" r="19050" b="2667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443638" id="Connecteur droit 7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pt,3.6pt" to="222.1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" strokecolor="#0070c0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7773F" wp14:editId="1C20C184">
                <wp:simplePos x="0" y="0"/>
                <wp:positionH relativeFrom="column">
                  <wp:posOffset>1917700</wp:posOffset>
                </wp:positionH>
                <wp:positionV relativeFrom="paragraph">
                  <wp:posOffset>50165</wp:posOffset>
                </wp:positionV>
                <wp:extent cx="285750" cy="297180"/>
                <wp:effectExtent l="0" t="0" r="19050" b="2667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8E9865" id="Connecteur droit 6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3.95pt" to="173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" strokecolor="#0070c0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72B05" wp14:editId="2FACB354">
                <wp:simplePos x="0" y="0"/>
                <wp:positionH relativeFrom="column">
                  <wp:posOffset>1298575</wp:posOffset>
                </wp:positionH>
                <wp:positionV relativeFrom="paragraph">
                  <wp:posOffset>31115</wp:posOffset>
                </wp:positionV>
                <wp:extent cx="285750" cy="297180"/>
                <wp:effectExtent l="0" t="0" r="19050" b="2667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6DAA1" id="Connecteur droit 2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2.45pt" to="124.7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" strokecolor="#0070c0" strokeweight="1pt">
                <v:stroke joinstyle="miter"/>
              </v:line>
            </w:pict>
          </mc:Fallback>
        </mc:AlternateContent>
      </w:r>
      <w:r w:rsidR="0067360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FA416" wp14:editId="0F687735">
                <wp:simplePos x="0" y="0"/>
                <wp:positionH relativeFrom="column">
                  <wp:posOffset>355049</wp:posOffset>
                </wp:positionH>
                <wp:positionV relativeFrom="paragraph">
                  <wp:posOffset>50678</wp:posOffset>
                </wp:positionV>
                <wp:extent cx="278606" cy="278606"/>
                <wp:effectExtent l="0" t="0" r="26670" b="2667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606" cy="278606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48C813" id="Ellipse 3" o:spid="_x0000_s1026" style="position:absolute;margin-left:27.95pt;margin-top:4pt;width:21.95pt;height:2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" filled="f" strokecolor="#0070c0" strokeweight="1.5pt">
                <v:stroke joinstyle="miter"/>
              </v:oval>
            </w:pict>
          </mc:Fallback>
        </mc:AlternateContent>
      </w:r>
      <w:r w:rsidR="0067360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56130" wp14:editId="35B1EFFD">
                <wp:simplePos x="0" y="0"/>
                <wp:positionH relativeFrom="column">
                  <wp:posOffset>675005</wp:posOffset>
                </wp:positionH>
                <wp:positionV relativeFrom="paragraph">
                  <wp:posOffset>50800</wp:posOffset>
                </wp:positionV>
                <wp:extent cx="278130" cy="278130"/>
                <wp:effectExtent l="0" t="0" r="26670" b="266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7813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755589" id="Ellipse 4" o:spid="_x0000_s1026" style="position:absolute;margin-left:53.15pt;margin-top:4pt;width:21.9pt;height:21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" filled="f" strokecolor="#0070c0" strokeweight="1.5pt">
                <v:stroke joinstyle="miter"/>
              </v:oval>
            </w:pict>
          </mc:Fallback>
        </mc:AlternateContent>
      </w:r>
      <w:r w:rsidR="00694673" w:rsidRPr="00694673">
        <w:rPr>
          <w:rFonts w:cs="Calibri"/>
          <w:noProof/>
          <w:lang w:eastAsia="fr-FR"/>
        </w:rPr>
        <w:drawing>
          <wp:inline distT="0" distB="0" distL="0" distR="0" wp14:anchorId="6133D563" wp14:editId="06509E8C">
            <wp:extent cx="3187533" cy="3178629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5910" cy="3186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0AF53" w14:textId="77777777" w:rsidR="005A7112" w:rsidRPr="00C44FB4" w:rsidRDefault="005A7112" w:rsidP="005A7112">
      <w:pPr>
        <w:rPr>
          <w:rFonts w:ascii="Arial" w:hAnsi="Arial" w:cs="Arial"/>
          <w:b/>
          <w:sz w:val="32"/>
        </w:rPr>
      </w:pPr>
      <w:r w:rsidRPr="00C44FB4">
        <w:rPr>
          <w:rFonts w:ascii="Arial" w:hAnsi="Arial" w:cs="Arial"/>
          <w:b/>
          <w:sz w:val="32"/>
        </w:rPr>
        <w:t>Exercice sur les multiples</w:t>
      </w:r>
    </w:p>
    <w:tbl>
      <w:tblPr>
        <w:tblW w:w="7626" w:type="dxa"/>
        <w:tblLook w:val="04A0" w:firstRow="1" w:lastRow="0" w:firstColumn="1" w:lastColumn="0" w:noHBand="0" w:noVBand="1"/>
      </w:tblPr>
      <w:tblGrid>
        <w:gridCol w:w="7626"/>
      </w:tblGrid>
      <w:tr w:rsidR="005A7112" w:rsidRPr="004E342D" w14:paraId="01195C9E" w14:textId="77777777" w:rsidTr="000648A2">
        <w:trPr>
          <w:trHeight w:val="3432"/>
        </w:trPr>
        <w:tc>
          <w:tcPr>
            <w:tcW w:w="7626" w:type="dxa"/>
            <w:shd w:val="clear" w:color="auto" w:fill="auto"/>
          </w:tcPr>
          <w:p w14:paraId="5482CD41" w14:textId="77777777" w:rsidR="005A7112" w:rsidRPr="000369E7" w:rsidRDefault="005A7112" w:rsidP="000648A2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Un bûcheron a numéroté les arbres de 1 à 100.Il décide d’abattre des arbres.</w:t>
            </w:r>
            <w:r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Afin de choisir quels arbres il doit abattre, il entoure le 1, il passe au nombre suivant.</w:t>
            </w:r>
            <w:r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C'est 2, il l'entoure et il </w:t>
            </w:r>
            <w:r w:rsidRPr="005A7112">
              <w:rPr>
                <w:rFonts w:ascii="Arial" w:eastAsia="Arial" w:hAnsi="Arial" w:cs="Arial"/>
                <w:color w:val="auto"/>
                <w:u w:val="single"/>
                <w:lang w:val="fr-FR"/>
              </w:rPr>
              <w:t>barre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tous les multiples de 2.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 xml:space="preserve"> Il l’a fait jusque 58. </w:t>
            </w: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</w:t>
            </w:r>
            <w:r>
              <w:rPr>
                <w:rFonts w:ascii="Arial" w:eastAsia="Arial" w:hAnsi="Arial" w:cs="Arial"/>
                <w:b/>
                <w:color w:val="auto"/>
                <w:lang w:val="fr-FR"/>
              </w:rPr>
              <w:t>in</w:t>
            </w: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is-le sur le tableau.</w:t>
            </w:r>
          </w:p>
          <w:p w14:paraId="3909291B" w14:textId="77777777" w:rsidR="005A7112" w:rsidRDefault="005A7112" w:rsidP="000648A2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Il passe a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lors à 3 :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il l'entoure et il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barre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tous les multiples de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3.</w:t>
            </w:r>
          </w:p>
          <w:p w14:paraId="2F7AB944" w14:textId="77777777" w:rsidR="005A7112" w:rsidRPr="000369E7" w:rsidRDefault="005A7112" w:rsidP="000648A2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14:paraId="122231FC" w14:textId="77777777" w:rsidR="005A7112" w:rsidRDefault="005A7112" w:rsidP="000648A2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Il passe au nombre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après 3 qui n’est pas encore entouré ou barré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, il l'entoure et il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barr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e tous ses multiples et ainsi de suite jusqu'à ce que tous les nombres soient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 xml:space="preserve">barrés ou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entourés.</w:t>
            </w:r>
          </w:p>
          <w:p w14:paraId="44E44093" w14:textId="77777777" w:rsidR="005A7112" w:rsidRPr="000369E7" w:rsidRDefault="005A7112" w:rsidP="000648A2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14:paraId="038E31CE" w14:textId="77777777" w:rsidR="005A7112" w:rsidRPr="000369E7" w:rsidRDefault="005A7112" w:rsidP="000648A2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 xml:space="preserve">Combien </w:t>
            </w:r>
            <w:r>
              <w:rPr>
                <w:rFonts w:ascii="Arial" w:eastAsia="Arial" w:hAnsi="Arial" w:cs="Arial"/>
                <w:b/>
                <w:color w:val="auto"/>
                <w:lang w:val="fr-FR"/>
              </w:rPr>
              <w:t>y a-t-il de nombres qui ont été entourés</w:t>
            </w: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 ?</w:t>
            </w:r>
          </w:p>
        </w:tc>
      </w:tr>
    </w:tbl>
    <w:p w14:paraId="2B2638D9" w14:textId="3FEF6567" w:rsidR="00C44FB4" w:rsidRPr="007E024D" w:rsidRDefault="005A7112">
      <w:pPr>
        <w:rPr>
          <w:rFonts w:ascii="Arial" w:hAnsi="Arial" w:cs="Arial"/>
          <w:sz w:val="28"/>
        </w:rPr>
      </w:pP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6575C55" wp14:editId="607DD1F0">
                <wp:simplePos x="0" y="0"/>
                <wp:positionH relativeFrom="column">
                  <wp:posOffset>2536825</wp:posOffset>
                </wp:positionH>
                <wp:positionV relativeFrom="paragraph">
                  <wp:posOffset>1619250</wp:posOffset>
                </wp:positionV>
                <wp:extent cx="285750" cy="297180"/>
                <wp:effectExtent l="0" t="0" r="19050" b="2667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7A0E61" id="Connecteur droit 41" o:spid="_x0000_s1026" style="position:absolute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5pt,127.5pt" to="222.25pt,1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EBD2B5" wp14:editId="52FF4085">
                <wp:simplePos x="0" y="0"/>
                <wp:positionH relativeFrom="column">
                  <wp:posOffset>1917700</wp:posOffset>
                </wp:positionH>
                <wp:positionV relativeFrom="paragraph">
                  <wp:posOffset>1600200</wp:posOffset>
                </wp:positionV>
                <wp:extent cx="285750" cy="297180"/>
                <wp:effectExtent l="0" t="0" r="19050" b="2667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3FC27D" id="Connecteur droit 42" o:spid="_x0000_s1026" style="position:absolute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126pt" to="173.5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55B1532" wp14:editId="3248E1B4">
                <wp:simplePos x="0" y="0"/>
                <wp:positionH relativeFrom="column">
                  <wp:posOffset>1291590</wp:posOffset>
                </wp:positionH>
                <wp:positionV relativeFrom="paragraph">
                  <wp:posOffset>1610360</wp:posOffset>
                </wp:positionV>
                <wp:extent cx="285750" cy="297180"/>
                <wp:effectExtent l="0" t="0" r="19050" b="26670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B00586" id="Connecteur droit 43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126.8pt" to="124.2pt,1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1077542" wp14:editId="062A27AB">
                <wp:simplePos x="0" y="0"/>
                <wp:positionH relativeFrom="column">
                  <wp:posOffset>674370</wp:posOffset>
                </wp:positionH>
                <wp:positionV relativeFrom="paragraph">
                  <wp:posOffset>1614805</wp:posOffset>
                </wp:positionV>
                <wp:extent cx="285750" cy="297180"/>
                <wp:effectExtent l="0" t="0" r="19050" b="2667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E6512" id="Connecteur droit 44" o:spid="_x0000_s1026" style="position:absolute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pt,127.15pt" to="75.6pt,1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407190" wp14:editId="35515BC2">
                <wp:simplePos x="0" y="0"/>
                <wp:positionH relativeFrom="column">
                  <wp:posOffset>55275</wp:posOffset>
                </wp:positionH>
                <wp:positionV relativeFrom="paragraph">
                  <wp:posOffset>1596288</wp:posOffset>
                </wp:positionV>
                <wp:extent cx="285750" cy="297180"/>
                <wp:effectExtent l="0" t="0" r="19050" b="2667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AAD0AA" id="Connecteur droit 45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125.7pt" to="26.85pt,1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D39EF08" wp14:editId="0293B950">
                <wp:simplePos x="0" y="0"/>
                <wp:positionH relativeFrom="column">
                  <wp:posOffset>47625</wp:posOffset>
                </wp:positionH>
                <wp:positionV relativeFrom="paragraph">
                  <wp:posOffset>1279525</wp:posOffset>
                </wp:positionV>
                <wp:extent cx="285750" cy="297180"/>
                <wp:effectExtent l="0" t="0" r="19050" b="2667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AD30C" id="Connecteur droit 46" o:spid="_x0000_s1026" style="position:absolute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100.75pt" to="26.2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38D666" wp14:editId="37860AEF">
                <wp:simplePos x="0" y="0"/>
                <wp:positionH relativeFrom="column">
                  <wp:posOffset>666750</wp:posOffset>
                </wp:positionH>
                <wp:positionV relativeFrom="paragraph">
                  <wp:posOffset>1298575</wp:posOffset>
                </wp:positionV>
                <wp:extent cx="285750" cy="297180"/>
                <wp:effectExtent l="0" t="0" r="19050" b="2667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B6B34" id="Connecteur droit 47" o:spid="_x0000_s1026" style="position:absolute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102.25pt" to="75pt,1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C5E3164" wp14:editId="34999681">
                <wp:simplePos x="0" y="0"/>
                <wp:positionH relativeFrom="column">
                  <wp:posOffset>1283970</wp:posOffset>
                </wp:positionH>
                <wp:positionV relativeFrom="paragraph">
                  <wp:posOffset>1294130</wp:posOffset>
                </wp:positionV>
                <wp:extent cx="285750" cy="297180"/>
                <wp:effectExtent l="0" t="0" r="19050" b="2667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C5D82" id="Connecteur droit 48" o:spid="_x0000_s1026" style="position:absolute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1pt,101.9pt" to="123.6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32FB027" wp14:editId="5785811D">
                <wp:simplePos x="0" y="0"/>
                <wp:positionH relativeFrom="column">
                  <wp:posOffset>1910080</wp:posOffset>
                </wp:positionH>
                <wp:positionV relativeFrom="paragraph">
                  <wp:posOffset>1283970</wp:posOffset>
                </wp:positionV>
                <wp:extent cx="285750" cy="297180"/>
                <wp:effectExtent l="0" t="0" r="19050" b="2667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9AD962" id="Connecteur droit 49" o:spid="_x0000_s1026" style="position:absolute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pt,101.1pt" to="172.9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B7112D" wp14:editId="051ABB73">
                <wp:simplePos x="0" y="0"/>
                <wp:positionH relativeFrom="column">
                  <wp:posOffset>2529774</wp:posOffset>
                </wp:positionH>
                <wp:positionV relativeFrom="paragraph">
                  <wp:posOffset>1303616</wp:posOffset>
                </wp:positionV>
                <wp:extent cx="285750" cy="297180"/>
                <wp:effectExtent l="0" t="0" r="19050" b="2667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1E0B7" id="Connecteur droit 50" o:spid="_x0000_s1026" style="position:absolute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2pt,102.65pt" to="221.7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95E4EB" wp14:editId="2A7C09C7">
                <wp:simplePos x="0" y="0"/>
                <wp:positionH relativeFrom="column">
                  <wp:posOffset>46990</wp:posOffset>
                </wp:positionH>
                <wp:positionV relativeFrom="paragraph">
                  <wp:posOffset>969010</wp:posOffset>
                </wp:positionV>
                <wp:extent cx="285750" cy="297180"/>
                <wp:effectExtent l="0" t="0" r="19050" b="2667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5EFD6" id="Connecteur droit 51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76.3pt" to="26.2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8FDB40" wp14:editId="70DB1CC9">
                <wp:simplePos x="0" y="0"/>
                <wp:positionH relativeFrom="column">
                  <wp:posOffset>666115</wp:posOffset>
                </wp:positionH>
                <wp:positionV relativeFrom="paragraph">
                  <wp:posOffset>988060</wp:posOffset>
                </wp:positionV>
                <wp:extent cx="285750" cy="297180"/>
                <wp:effectExtent l="0" t="0" r="19050" b="2667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8208AC" id="Connecteur droit 52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77.8pt" to="74.95pt,1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EC32A6" wp14:editId="205FC5E0">
                <wp:simplePos x="0" y="0"/>
                <wp:positionH relativeFrom="column">
                  <wp:posOffset>1283335</wp:posOffset>
                </wp:positionH>
                <wp:positionV relativeFrom="paragraph">
                  <wp:posOffset>983615</wp:posOffset>
                </wp:positionV>
                <wp:extent cx="285750" cy="297180"/>
                <wp:effectExtent l="0" t="0" r="19050" b="26670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25976" id="Connecteur droit 53" o:spid="_x0000_s1026" style="position:absolute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05pt,77.45pt" to="123.55pt,1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36E55D" wp14:editId="7609E318">
                <wp:simplePos x="0" y="0"/>
                <wp:positionH relativeFrom="column">
                  <wp:posOffset>1909445</wp:posOffset>
                </wp:positionH>
                <wp:positionV relativeFrom="paragraph">
                  <wp:posOffset>973455</wp:posOffset>
                </wp:positionV>
                <wp:extent cx="285750" cy="297180"/>
                <wp:effectExtent l="0" t="0" r="19050" b="2667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4D7AC" id="Connecteur droit 54" o:spid="_x0000_s1026" style="position:absolute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35pt,76.65pt" to="172.85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5A0667" wp14:editId="3CB492D5">
                <wp:simplePos x="0" y="0"/>
                <wp:positionH relativeFrom="column">
                  <wp:posOffset>2529176</wp:posOffset>
                </wp:positionH>
                <wp:positionV relativeFrom="paragraph">
                  <wp:posOffset>992961</wp:posOffset>
                </wp:positionV>
                <wp:extent cx="285750" cy="297180"/>
                <wp:effectExtent l="0" t="0" r="19050" b="2667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CB976" id="Connecteur droit 55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15pt,78.2pt" to="221.65pt,1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71C121" wp14:editId="050B0155">
                <wp:simplePos x="0" y="0"/>
                <wp:positionH relativeFrom="column">
                  <wp:posOffset>42545</wp:posOffset>
                </wp:positionH>
                <wp:positionV relativeFrom="paragraph">
                  <wp:posOffset>662940</wp:posOffset>
                </wp:positionV>
                <wp:extent cx="285750" cy="297180"/>
                <wp:effectExtent l="0" t="0" r="19050" b="2667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7F7B4B" id="Connecteur droit 56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52.2pt" to="25.85pt,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3ED48D" wp14:editId="0F6CE152">
                <wp:simplePos x="0" y="0"/>
                <wp:positionH relativeFrom="column">
                  <wp:posOffset>661670</wp:posOffset>
                </wp:positionH>
                <wp:positionV relativeFrom="paragraph">
                  <wp:posOffset>681990</wp:posOffset>
                </wp:positionV>
                <wp:extent cx="285750" cy="297180"/>
                <wp:effectExtent l="0" t="0" r="19050" b="2667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212F1" id="Connecteur droit 57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1pt,53.7pt" to="74.6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0CADD3" wp14:editId="047569D9">
                <wp:simplePos x="0" y="0"/>
                <wp:positionH relativeFrom="column">
                  <wp:posOffset>1278890</wp:posOffset>
                </wp:positionH>
                <wp:positionV relativeFrom="paragraph">
                  <wp:posOffset>677545</wp:posOffset>
                </wp:positionV>
                <wp:extent cx="285750" cy="297180"/>
                <wp:effectExtent l="0" t="0" r="19050" b="2667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571E6" id="Connecteur droit 58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7pt,53.35pt" to="123.2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76A566B" wp14:editId="3581FD45">
                <wp:simplePos x="0" y="0"/>
                <wp:positionH relativeFrom="column">
                  <wp:posOffset>1905000</wp:posOffset>
                </wp:positionH>
                <wp:positionV relativeFrom="paragraph">
                  <wp:posOffset>667385</wp:posOffset>
                </wp:positionV>
                <wp:extent cx="285750" cy="297180"/>
                <wp:effectExtent l="0" t="0" r="19050" b="26670"/>
                <wp:wrapNone/>
                <wp:docPr id="59" name="Connecteur droi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E3FFD" id="Connecteur droit 59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pt,52.55pt" to="172.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6DE14F6" wp14:editId="20D6F37E">
                <wp:simplePos x="0" y="0"/>
                <wp:positionH relativeFrom="column">
                  <wp:posOffset>2524703</wp:posOffset>
                </wp:positionH>
                <wp:positionV relativeFrom="paragraph">
                  <wp:posOffset>686584</wp:posOffset>
                </wp:positionV>
                <wp:extent cx="285750" cy="297180"/>
                <wp:effectExtent l="0" t="0" r="19050" b="26670"/>
                <wp:wrapNone/>
                <wp:docPr id="60" name="Connecteur droit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F4A8E" id="Connecteur droit 60" o:spid="_x0000_s1026" style="position:absolute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8pt,54.05pt" to="221.3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ascii="Arial" w:eastAsia="Arial" w:hAnsi="Arial" w:cs="Arial"/>
          <w:b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47DF3E" wp14:editId="6D4C4FBF">
                <wp:simplePos x="0" y="0"/>
                <wp:positionH relativeFrom="column">
                  <wp:posOffset>2536825</wp:posOffset>
                </wp:positionH>
                <wp:positionV relativeFrom="paragraph">
                  <wp:posOffset>365760</wp:posOffset>
                </wp:positionV>
                <wp:extent cx="285750" cy="297180"/>
                <wp:effectExtent l="0" t="0" r="19050" b="26670"/>
                <wp:wrapNone/>
                <wp:docPr id="61" name="Connecteur droi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394A3C" id="Connecteur droit 61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5pt,28.8pt" to="222.2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ascii="Arial" w:eastAsia="Arial" w:hAnsi="Arial" w:cs="Arial"/>
          <w:b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9C46E7" wp14:editId="3D58D0C7">
                <wp:simplePos x="0" y="0"/>
                <wp:positionH relativeFrom="column">
                  <wp:posOffset>1917962</wp:posOffset>
                </wp:positionH>
                <wp:positionV relativeFrom="paragraph">
                  <wp:posOffset>347275</wp:posOffset>
                </wp:positionV>
                <wp:extent cx="285750" cy="297180"/>
                <wp:effectExtent l="0" t="0" r="19050" b="26670"/>
                <wp:wrapNone/>
                <wp:docPr id="62" name="Connecteur droi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8C1CF8" id="Connecteur droit 62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27.35pt" to="173.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4E395D" wp14:editId="3AFB5ACF">
                <wp:simplePos x="0" y="0"/>
                <wp:positionH relativeFrom="column">
                  <wp:posOffset>1291590</wp:posOffset>
                </wp:positionH>
                <wp:positionV relativeFrom="paragraph">
                  <wp:posOffset>356870</wp:posOffset>
                </wp:positionV>
                <wp:extent cx="285750" cy="297180"/>
                <wp:effectExtent l="0" t="0" r="19050" b="26670"/>
                <wp:wrapNone/>
                <wp:docPr id="63" name="Connecteur droi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30FDB2" id="Connecteur droit 63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28.1pt" to="124.2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7D78F9D" wp14:editId="03AD60C4">
                <wp:simplePos x="0" y="0"/>
                <wp:positionH relativeFrom="column">
                  <wp:posOffset>674370</wp:posOffset>
                </wp:positionH>
                <wp:positionV relativeFrom="paragraph">
                  <wp:posOffset>361315</wp:posOffset>
                </wp:positionV>
                <wp:extent cx="285750" cy="297180"/>
                <wp:effectExtent l="0" t="0" r="19050" b="26670"/>
                <wp:wrapNone/>
                <wp:docPr id="64" name="Connecteur droi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C5E73" id="Connecteur droit 64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pt,28.45pt" to="75.6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" strokecolor="#0070c0" strokeweight="1pt">
                <v:stroke joinstyle="miter"/>
              </v:line>
            </w:pict>
          </mc:Fallback>
        </mc:AlternateContent>
      </w:r>
      <w:r w:rsidRPr="005A7112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65F3CE" wp14:editId="3B46ECF2">
                <wp:simplePos x="0" y="0"/>
                <wp:positionH relativeFrom="column">
                  <wp:posOffset>55863</wp:posOffset>
                </wp:positionH>
                <wp:positionV relativeFrom="paragraph">
                  <wp:posOffset>342608</wp:posOffset>
                </wp:positionV>
                <wp:extent cx="285750" cy="297180"/>
                <wp:effectExtent l="0" t="0" r="19050" b="2667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5C3074" id="Connecteur droit 65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pt,27pt" to="26.9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" strokecolor="#0070c0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FCC1DA" wp14:editId="3DA59C0A">
                <wp:simplePos x="0" y="0"/>
                <wp:positionH relativeFrom="column">
                  <wp:posOffset>2534995</wp:posOffset>
                </wp:positionH>
                <wp:positionV relativeFrom="paragraph">
                  <wp:posOffset>45891</wp:posOffset>
                </wp:positionV>
                <wp:extent cx="285750" cy="297180"/>
                <wp:effectExtent l="0" t="0" r="19050" b="2667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B4590E" id="Connecteur droit 66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pt,3.6pt" to="222.1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" strokecolor="#0070c0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600F4A" wp14:editId="213753B0">
                <wp:simplePos x="0" y="0"/>
                <wp:positionH relativeFrom="column">
                  <wp:posOffset>1917700</wp:posOffset>
                </wp:positionH>
                <wp:positionV relativeFrom="paragraph">
                  <wp:posOffset>50165</wp:posOffset>
                </wp:positionV>
                <wp:extent cx="285750" cy="297180"/>
                <wp:effectExtent l="0" t="0" r="19050" b="2667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DC8E9" id="Connecteur droit 67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3.95pt" to="173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925D8E" wp14:editId="241BE987">
                <wp:simplePos x="0" y="0"/>
                <wp:positionH relativeFrom="column">
                  <wp:posOffset>1298575</wp:posOffset>
                </wp:positionH>
                <wp:positionV relativeFrom="paragraph">
                  <wp:posOffset>31115</wp:posOffset>
                </wp:positionV>
                <wp:extent cx="285750" cy="297180"/>
                <wp:effectExtent l="0" t="0" r="19050" b="26670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297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87B9F" id="Connecteur droit 68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5pt,2.45pt" to="124.7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" strokecolor="#0070c0" strokeweight="1pt">
                <v:stroke joinstyle="miter"/>
              </v:line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DAAAD2" wp14:editId="28D81EC5">
                <wp:simplePos x="0" y="0"/>
                <wp:positionH relativeFrom="column">
                  <wp:posOffset>355049</wp:posOffset>
                </wp:positionH>
                <wp:positionV relativeFrom="paragraph">
                  <wp:posOffset>50678</wp:posOffset>
                </wp:positionV>
                <wp:extent cx="278606" cy="278606"/>
                <wp:effectExtent l="0" t="0" r="26670" b="26670"/>
                <wp:wrapNone/>
                <wp:docPr id="69" name="Ellips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606" cy="278606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7C6B51" id="Ellipse 69" o:spid="_x0000_s1026" style="position:absolute;margin-left:27.95pt;margin-top:4pt;width:21.95pt;height:21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" filled="f" strokecolor="#0070c0" strokeweight="1.5pt">
                <v:stroke joinstyle="miter"/>
              </v:oval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21354D" wp14:editId="43067442">
                <wp:simplePos x="0" y="0"/>
                <wp:positionH relativeFrom="column">
                  <wp:posOffset>675005</wp:posOffset>
                </wp:positionH>
                <wp:positionV relativeFrom="paragraph">
                  <wp:posOffset>50800</wp:posOffset>
                </wp:positionV>
                <wp:extent cx="278130" cy="278130"/>
                <wp:effectExtent l="0" t="0" r="26670" b="26670"/>
                <wp:wrapNone/>
                <wp:docPr id="70" name="Ellips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7813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6BE184" id="Ellipse 70" o:spid="_x0000_s1026" style="position:absolute;margin-left:53.15pt;margin-top:4pt;width:21.9pt;height:21.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" filled="f" strokecolor="#0070c0" strokeweight="1.5pt">
                <v:stroke joinstyle="miter"/>
              </v:oval>
            </w:pict>
          </mc:Fallback>
        </mc:AlternateContent>
      </w:r>
      <w:r w:rsidRPr="00694673">
        <w:rPr>
          <w:rFonts w:cs="Calibri"/>
          <w:noProof/>
          <w:lang w:eastAsia="fr-FR"/>
        </w:rPr>
        <w:drawing>
          <wp:inline distT="0" distB="0" distL="0" distR="0" wp14:anchorId="69A6E509" wp14:editId="42AD7B09">
            <wp:extent cx="3187533" cy="3178629"/>
            <wp:effectExtent l="0" t="0" r="0" b="3175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5910" cy="3186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4FB4" w:rsidRPr="007E024D" w:rsidSect="00C44FB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B4"/>
    <w:rsid w:val="000369E7"/>
    <w:rsid w:val="001D645B"/>
    <w:rsid w:val="002D5DA0"/>
    <w:rsid w:val="005175A3"/>
    <w:rsid w:val="005A7112"/>
    <w:rsid w:val="005F7238"/>
    <w:rsid w:val="00673602"/>
    <w:rsid w:val="00694673"/>
    <w:rsid w:val="007E024D"/>
    <w:rsid w:val="008F026A"/>
    <w:rsid w:val="009D59C1"/>
    <w:rsid w:val="009F0721"/>
    <w:rsid w:val="00C44FB4"/>
    <w:rsid w:val="00FD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16EA"/>
  <w15:chartTrackingRefBased/>
  <w15:docId w15:val="{DB3BA787-886B-4003-87D9-14F276CD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44FB4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0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2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2019-03-20T21:23:00Z</cp:lastPrinted>
  <dcterms:created xsi:type="dcterms:W3CDTF">2018-08-13T14:45:00Z</dcterms:created>
  <dcterms:modified xsi:type="dcterms:W3CDTF">2019-05-12T09:16:00Z</dcterms:modified>
</cp:coreProperties>
</file>